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36BAD86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3561A2">
        <w:rPr>
          <w:rFonts w:eastAsia="Times New Roman" w:cs="Times New Roman"/>
          <w:lang w:eastAsia="cs-CZ"/>
        </w:rPr>
        <w:t>76684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C3043D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455404">
        <w:rPr>
          <w:noProof/>
        </w:rPr>
        <w:t>25</w:t>
      </w:r>
      <w:r w:rsidR="00167955">
        <w:rPr>
          <w:noProof/>
        </w:rPr>
        <w:t xml:space="preserve">. kolo“, č.j. </w:t>
      </w:r>
      <w:r w:rsidR="003561A2">
        <w:rPr>
          <w:noProof/>
        </w:rPr>
        <w:t>76684</w:t>
      </w:r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EC835" w14:textId="77777777" w:rsidR="000A2D3A" w:rsidRDefault="000A2D3A" w:rsidP="00962258">
      <w:pPr>
        <w:spacing w:after="0" w:line="240" w:lineRule="auto"/>
      </w:pPr>
      <w:r>
        <w:separator/>
      </w:r>
    </w:p>
  </w:endnote>
  <w:endnote w:type="continuationSeparator" w:id="0">
    <w:p w14:paraId="3493B219" w14:textId="77777777" w:rsidR="000A2D3A" w:rsidRDefault="000A2D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498E4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588D0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7BB90B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9628F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EC1C3" w14:textId="77777777" w:rsidR="000A2D3A" w:rsidRDefault="000A2D3A" w:rsidP="00962258">
      <w:pPr>
        <w:spacing w:after="0" w:line="240" w:lineRule="auto"/>
      </w:pPr>
      <w:r>
        <w:separator/>
      </w:r>
    </w:p>
  </w:footnote>
  <w:footnote w:type="continuationSeparator" w:id="0">
    <w:p w14:paraId="055A449E" w14:textId="77777777" w:rsidR="000A2D3A" w:rsidRDefault="000A2D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859F2"/>
    <w:rsid w:val="002C31BF"/>
    <w:rsid w:val="002D08B1"/>
    <w:rsid w:val="002E0CD7"/>
    <w:rsid w:val="002E26E4"/>
    <w:rsid w:val="0030231F"/>
    <w:rsid w:val="00337F8F"/>
    <w:rsid w:val="00341DCF"/>
    <w:rsid w:val="003561A2"/>
    <w:rsid w:val="00357BC6"/>
    <w:rsid w:val="00360168"/>
    <w:rsid w:val="00360234"/>
    <w:rsid w:val="003813B7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833E1"/>
    <w:rsid w:val="00992D9C"/>
    <w:rsid w:val="00996202"/>
    <w:rsid w:val="00996CB8"/>
    <w:rsid w:val="009B14A9"/>
    <w:rsid w:val="009B2E97"/>
    <w:rsid w:val="009E07F4"/>
    <w:rsid w:val="009E36E1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D7A3E8-672E-41B0-A06E-9904651FC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8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58</cp:revision>
  <cp:lastPrinted>2022-11-14T12:58:00Z</cp:lastPrinted>
  <dcterms:created xsi:type="dcterms:W3CDTF">2020-06-11T06:14:00Z</dcterms:created>
  <dcterms:modified xsi:type="dcterms:W3CDTF">2022-11-14T12:58:00Z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